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3F201BC8" w14:textId="77777777" w:rsidTr="00F12594">
        <w:tc>
          <w:tcPr>
            <w:tcW w:w="1311" w:type="dxa"/>
          </w:tcPr>
          <w:p w14:paraId="00F5CE8F" w14:textId="77777777" w:rsidR="00757AC7" w:rsidRPr="00F1259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102012A" w14:textId="77777777" w:rsidR="00757AC7" w:rsidRPr="00F1259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4F39175" w14:textId="77777777" w:rsidR="00757AC7" w:rsidRPr="00F12594" w:rsidRDefault="00757AC7" w:rsidP="00837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0010A" w14:paraId="538E273D" w14:textId="77777777" w:rsidTr="00F12594">
        <w:tc>
          <w:tcPr>
            <w:tcW w:w="1311" w:type="dxa"/>
            <w:hideMark/>
          </w:tcPr>
          <w:p w14:paraId="4DD69F3F" w14:textId="19791005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5468404B" w14:textId="77777777" w:rsidR="0060010A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514B3DE" w14:textId="3E776B17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67AD9BF4" w14:textId="7A35F0F7" w:rsidR="0060010A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26A2CE5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44C52C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0B4CE12F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1F678465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2CF3E1A" w14:textId="614ED2A2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0010A" w14:paraId="3010BB89" w14:textId="77777777" w:rsidTr="00F12594">
        <w:tc>
          <w:tcPr>
            <w:tcW w:w="1311" w:type="dxa"/>
            <w:hideMark/>
          </w:tcPr>
          <w:p w14:paraId="0F84270E" w14:textId="421CC548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64C92D5A" w14:textId="77777777" w:rsidR="0060010A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AB6FCB7" w14:textId="14DDB981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514787E6" w14:textId="3EC2D484" w:rsidR="0060010A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35FAA23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355C3F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A20A09F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30BED565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1FB933" w14:textId="240D512B" w:rsidR="0060010A" w:rsidRPr="00F12594" w:rsidRDefault="0060010A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8CAADE1" w14:textId="77777777" w:rsidTr="00F12594">
        <w:tc>
          <w:tcPr>
            <w:tcW w:w="1311" w:type="dxa"/>
            <w:hideMark/>
          </w:tcPr>
          <w:p w14:paraId="0CF740BA" w14:textId="053D01CD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 w:rsidR="00C8658A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47ADDC4" w14:textId="5A9DAD60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789A528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35D43A9" w14:textId="64B33D18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 w:rsidR="00140190">
              <w:rPr>
                <w:rFonts w:ascii="Poppins" w:hAnsi="Poppins" w:cs="Poppins"/>
                <w:sz w:val="20"/>
              </w:rPr>
              <w:t>.</w:t>
            </w:r>
          </w:p>
          <w:p w14:paraId="601B6591" w14:textId="77777777" w:rsidR="00F85508" w:rsidRDefault="00F8550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FC783F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77277D" w14:textId="77777777" w:rsidR="00350660" w:rsidRPr="00F73AD4" w:rsidRDefault="00350660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332BD08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1C8A8E7C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0A88F5D4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434B8422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4318D615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3EB265F4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FE09CC" w14:textId="5DB8D42B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 w:rsidR="00C46132">
              <w:rPr>
                <w:rFonts w:ascii="Poppins" w:hAnsi="Poppins" w:cs="Poppins"/>
                <w:sz w:val="20"/>
              </w:rPr>
              <w:t>.</w:t>
            </w:r>
          </w:p>
        </w:tc>
      </w:tr>
      <w:tr w:rsidR="00F12594" w14:paraId="3A391995" w14:textId="77777777" w:rsidTr="00F12594">
        <w:tc>
          <w:tcPr>
            <w:tcW w:w="1311" w:type="dxa"/>
            <w:hideMark/>
          </w:tcPr>
          <w:p w14:paraId="327D5141" w14:textId="570D1FB8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 w:rsidR="00DB7820"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CA2ED27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6170B008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DF6B753" w14:textId="77777777" w:rsidR="00F85508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Risanante per impianti di riscaldamento idoneo a rimuovere le biomasse e gli ossidi metallici all’interno degli impianti di riscaldamento a bassa temperatura e anche dei termo arredi.</w:t>
            </w:r>
          </w:p>
          <w:p w14:paraId="1A16E74B" w14:textId="77777777" w:rsidR="00F85508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3B1E0BF5" w14:textId="66B3C845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Adatto a tutti i tipi di riscaldamento in quanto non è corrosivo</w:t>
            </w:r>
            <w:r w:rsidR="00F85508">
              <w:rPr>
                <w:rFonts w:ascii="Poppins" w:hAnsi="Poppins" w:cs="Poppins"/>
                <w:sz w:val="20"/>
              </w:rPr>
              <w:t>.</w:t>
            </w:r>
          </w:p>
          <w:p w14:paraId="46349D60" w14:textId="77777777" w:rsidR="00F85508" w:rsidRDefault="00F8550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03A8E6" w14:textId="4CCEAE33" w:rsidR="00F85508" w:rsidRPr="00F85508" w:rsidRDefault="00F85508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BD82CF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234FF9A5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4E28FC7E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56B478A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4FA443D6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6BCB4640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52F976" w14:textId="19B988C3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33B8006A" w14:textId="77777777" w:rsidTr="00F12594">
        <w:tc>
          <w:tcPr>
            <w:tcW w:w="1311" w:type="dxa"/>
            <w:hideMark/>
          </w:tcPr>
          <w:p w14:paraId="3B972A64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  <w:hideMark/>
          </w:tcPr>
          <w:p w14:paraId="31422030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50D98D74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451487F0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077A449A" w14:textId="77777777" w:rsidR="00265BF1" w:rsidRDefault="00265BF1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32B6FC" w14:textId="425486E6" w:rsidR="00265BF1" w:rsidRPr="00265BF1" w:rsidRDefault="00265BF1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FAFD223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571D5B49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1C43DFCE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72EDA4F8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21DEB4B5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C74BE8" w14:textId="59AB53DA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7489C464" w14:textId="77777777" w:rsidTr="00F12594">
        <w:tc>
          <w:tcPr>
            <w:tcW w:w="1311" w:type="dxa"/>
            <w:hideMark/>
          </w:tcPr>
          <w:p w14:paraId="34F4A32C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28249F7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2006287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274C2D3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06F3660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39F1456" w14:textId="77777777" w:rsidR="00E6695B" w:rsidRPr="00F12594" w:rsidRDefault="00E6695B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85DED6" w14:textId="766220C8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6BC28909" w14:textId="773EA252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E6695B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110218C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E3B455" w14:textId="0D712353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7011E92" w14:textId="77777777" w:rsidTr="00F12594">
        <w:tc>
          <w:tcPr>
            <w:tcW w:w="1311" w:type="dxa"/>
            <w:hideMark/>
          </w:tcPr>
          <w:p w14:paraId="64403447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0E22739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5ABA367C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34C914D4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130E46E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2344B8B" w14:textId="77777777" w:rsidR="00E6695B" w:rsidRPr="00F12594" w:rsidRDefault="00E6695B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B81A83" w14:textId="1533B62B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10DE0988" w14:textId="70C2E2B0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E6695B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31205649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9B0AFB" w14:textId="60076574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514CD9C8" w14:textId="77777777" w:rsidTr="00F12594">
        <w:tc>
          <w:tcPr>
            <w:tcW w:w="1311" w:type="dxa"/>
            <w:hideMark/>
          </w:tcPr>
          <w:p w14:paraId="20FE834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5EFF3C7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00C097BA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778967E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D63DEA2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702EFBDA" w14:textId="77777777" w:rsidR="00DA47EC" w:rsidRPr="00F12594" w:rsidRDefault="00DA47EC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60F0CD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4102BD5E" w14:textId="760CC8B9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D77F54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21279146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FCE0E8" w14:textId="28AB26B8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18F52A7" w14:textId="77777777" w:rsidTr="00F12594">
        <w:tc>
          <w:tcPr>
            <w:tcW w:w="1311" w:type="dxa"/>
            <w:hideMark/>
          </w:tcPr>
          <w:p w14:paraId="0C4B9BA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4B9F593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3B2F77DD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2716390C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973A15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793A9AD6" w14:textId="77777777" w:rsidR="00D77F54" w:rsidRPr="00F12594" w:rsidRDefault="00D77F5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9BFE5D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1979FB3F" w14:textId="0522A816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D77F54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7A861F8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C36F3E" w14:textId="19B7FAFE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 w:rsidR="00395A5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5AE4D84E" w14:textId="77777777" w:rsidTr="00F12594">
        <w:tc>
          <w:tcPr>
            <w:tcW w:w="1311" w:type="dxa"/>
          </w:tcPr>
          <w:p w14:paraId="3E0B5DF9" w14:textId="4C825A02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4454</w:t>
            </w:r>
          </w:p>
        </w:tc>
        <w:tc>
          <w:tcPr>
            <w:tcW w:w="2086" w:type="dxa"/>
          </w:tcPr>
          <w:p w14:paraId="7639C00C" w14:textId="77777777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5520E92E" w14:textId="4B55E10D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>H 4</w:t>
            </w:r>
            <w:r>
              <w:rPr>
                <w:rFonts w:ascii="Poppins" w:hAnsi="Poppins" w:cs="Poppins"/>
                <w:sz w:val="20"/>
                <w:lang w:val="sv-SE"/>
              </w:rPr>
              <w:t>2</w:t>
            </w:r>
          </w:p>
        </w:tc>
        <w:tc>
          <w:tcPr>
            <w:tcW w:w="6101" w:type="dxa"/>
          </w:tcPr>
          <w:p w14:paraId="55306119" w14:textId="7D11E7C5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EAF9BD8" w14:textId="77777777" w:rsidR="006B41B6" w:rsidRDefault="006B41B6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F56D07" w14:textId="30573D55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3C09D40C" w14:textId="1FD04F1B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</w:t>
            </w:r>
            <w:r>
              <w:rPr>
                <w:rFonts w:ascii="Poppins" w:hAnsi="Poppins" w:cs="Poppins"/>
                <w:sz w:val="20"/>
              </w:rPr>
              <w:t>2</w:t>
            </w:r>
          </w:p>
          <w:p w14:paraId="6018B3A3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9E6DBD" w14:textId="3941B08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</w:t>
            </w:r>
            <w:r>
              <w:rPr>
                <w:rFonts w:ascii="Poppins" w:hAnsi="Poppins" w:cs="Poppins"/>
                <w:b/>
                <w:sz w:val="20"/>
              </w:rPr>
              <w:t>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1ED95E07" w14:textId="77777777" w:rsidTr="00F12594">
        <w:tc>
          <w:tcPr>
            <w:tcW w:w="1311" w:type="dxa"/>
          </w:tcPr>
          <w:p w14:paraId="50178A85" w14:textId="14F4F0A5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</w:t>
            </w:r>
            <w:r w:rsidR="002C4BF8">
              <w:rPr>
                <w:rFonts w:ascii="Poppins" w:hAnsi="Poppins" w:cs="Poppins"/>
                <w:sz w:val="20"/>
              </w:rPr>
              <w:t>60</w:t>
            </w:r>
          </w:p>
        </w:tc>
        <w:tc>
          <w:tcPr>
            <w:tcW w:w="2086" w:type="dxa"/>
          </w:tcPr>
          <w:p w14:paraId="2B202759" w14:textId="77777777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3229DF5E" w14:textId="25460409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H </w:t>
            </w:r>
            <w:r>
              <w:rPr>
                <w:rFonts w:ascii="Poppins" w:hAnsi="Poppins" w:cs="Poppins"/>
                <w:sz w:val="20"/>
                <w:lang w:val="sv-SE"/>
              </w:rPr>
              <w:t>38</w:t>
            </w:r>
          </w:p>
        </w:tc>
        <w:tc>
          <w:tcPr>
            <w:tcW w:w="6101" w:type="dxa"/>
          </w:tcPr>
          <w:p w14:paraId="07398A40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8E8F780" w14:textId="77777777" w:rsidR="006B41B6" w:rsidRDefault="006B41B6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795D4A" w14:textId="3527BF1B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5BFCC7E2" w14:textId="6F4D1631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</w:t>
            </w:r>
            <w:r>
              <w:rPr>
                <w:rFonts w:ascii="Poppins" w:hAnsi="Poppins" w:cs="Poppins"/>
                <w:sz w:val="20"/>
              </w:rPr>
              <w:t>38</w:t>
            </w:r>
          </w:p>
          <w:p w14:paraId="0B8D0771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6AE4D4" w14:textId="2DE8A273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</w:t>
            </w:r>
            <w:r>
              <w:rPr>
                <w:rFonts w:ascii="Poppins" w:hAnsi="Poppins" w:cs="Poppins"/>
                <w:b/>
                <w:sz w:val="20"/>
              </w:rPr>
              <w:t>38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3D146826" w14:textId="77777777" w:rsidTr="00F12594">
        <w:tc>
          <w:tcPr>
            <w:tcW w:w="1311" w:type="dxa"/>
            <w:hideMark/>
          </w:tcPr>
          <w:p w14:paraId="10A90B27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28130744</w:t>
            </w:r>
          </w:p>
        </w:tc>
        <w:tc>
          <w:tcPr>
            <w:tcW w:w="2086" w:type="dxa"/>
            <w:hideMark/>
          </w:tcPr>
          <w:p w14:paraId="401D8D6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rinforzata per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</w:p>
          <w:p w14:paraId="48C708D4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H 42</w:t>
            </w:r>
          </w:p>
        </w:tc>
        <w:tc>
          <w:tcPr>
            <w:tcW w:w="6101" w:type="dxa"/>
          </w:tcPr>
          <w:p w14:paraId="16AA8762" w14:textId="6839890A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 rinforzato,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55AEBDFE" w14:textId="77777777" w:rsidR="00E0309F" w:rsidRDefault="00E0309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4B34BB" w14:textId="63EBB9C0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240 pezzi</w:t>
            </w:r>
          </w:p>
          <w:p w14:paraId="27187054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H=42</w:t>
            </w:r>
          </w:p>
          <w:p w14:paraId="6F9A030E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74274D" w14:textId="12F32EC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rinforzato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5337D" w14:paraId="126501ED" w14:textId="77777777" w:rsidTr="00F12594">
        <w:tc>
          <w:tcPr>
            <w:tcW w:w="1311" w:type="dxa"/>
          </w:tcPr>
          <w:p w14:paraId="1914CC14" w14:textId="6F32884B" w:rsidR="0005337D" w:rsidRPr="00F12594" w:rsidRDefault="0005337D" w:rsidP="0005337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28130042</w:t>
            </w:r>
          </w:p>
        </w:tc>
        <w:tc>
          <w:tcPr>
            <w:tcW w:w="2086" w:type="dxa"/>
          </w:tcPr>
          <w:p w14:paraId="4DE5E0A6" w14:textId="00A3A946" w:rsidR="0005337D" w:rsidRPr="00F12594" w:rsidRDefault="0005337D" w:rsidP="0005337D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</w:p>
        </w:tc>
        <w:tc>
          <w:tcPr>
            <w:tcW w:w="6101" w:type="dxa"/>
          </w:tcPr>
          <w:p w14:paraId="21A19801" w14:textId="77777777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che consente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dalla posizione eretta, senza sforzi</w:t>
            </w:r>
          </w:p>
          <w:p w14:paraId="4F513355" w14:textId="77777777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E821CA" w14:textId="792B2878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5DF9F795" w14:textId="77777777" w:rsidTr="00F12594">
        <w:tc>
          <w:tcPr>
            <w:tcW w:w="1311" w:type="dxa"/>
          </w:tcPr>
          <w:p w14:paraId="4FF76E0A" w14:textId="71953459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45B6E9C9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15339013" w14:textId="1A850EEB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6245510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62AEA63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86A314" w14:textId="77777777" w:rsidR="007647BF" w:rsidRPr="00F12594" w:rsidRDefault="007647B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ECEB9" w14:textId="14BB839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20FD8BAA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4303EA" w14:textId="0FCDCCAD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757CF856" w14:textId="77777777" w:rsidTr="00F12594">
        <w:tc>
          <w:tcPr>
            <w:tcW w:w="1311" w:type="dxa"/>
          </w:tcPr>
          <w:p w14:paraId="1FC12A28" w14:textId="496A2659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07F046C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27D885BB" w14:textId="6CDD1BEB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507AFDAC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88F2250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93BB46B" w14:textId="77777777" w:rsidR="007647BF" w:rsidRPr="00F12594" w:rsidRDefault="007647B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24268F" w14:textId="4DF79316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13E83171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6291B8" w14:textId="4023CD0C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 w:rsidR="000231C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64941" w14:paraId="26BBB1C4" w14:textId="77777777" w:rsidTr="00F12594">
        <w:tc>
          <w:tcPr>
            <w:tcW w:w="1311" w:type="dxa"/>
          </w:tcPr>
          <w:p w14:paraId="5AE40996" w14:textId="4BB3A3F6" w:rsidR="00664941" w:rsidRPr="00F12594" w:rsidRDefault="00515EE8" w:rsidP="0066494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79509954" w14:textId="4A626108" w:rsidR="00664941" w:rsidRPr="00F12594" w:rsidRDefault="00664941" w:rsidP="0066494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 w:rsidR="00515EE8"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058381FC" w14:textId="41BBD69A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11E517A" w14:textId="0F4EA54C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</w:t>
            </w:r>
            <w:r w:rsidR="00515EE8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 xml:space="preserve"> mm alla base dei collettori.</w:t>
            </w:r>
          </w:p>
          <w:p w14:paraId="23288040" w14:textId="77777777" w:rsidR="00664941" w:rsidRPr="00F12594" w:rsidRDefault="00664941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417238E" w14:textId="2C18A962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 w:rsidR="00515EE8"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C7C9A" w14:paraId="26716DB4" w14:textId="77777777" w:rsidTr="00F12594">
        <w:tc>
          <w:tcPr>
            <w:tcW w:w="1311" w:type="dxa"/>
          </w:tcPr>
          <w:p w14:paraId="0B69DC0D" w14:textId="2406135A" w:rsidR="00CC7C9A" w:rsidRPr="00F12594" w:rsidRDefault="00CC7C9A" w:rsidP="00CC7C9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34462</w:t>
            </w:r>
          </w:p>
        </w:tc>
        <w:tc>
          <w:tcPr>
            <w:tcW w:w="2086" w:type="dxa"/>
          </w:tcPr>
          <w:p w14:paraId="772BA860" w14:textId="18212184" w:rsidR="00CC7C9A" w:rsidRPr="00F12594" w:rsidRDefault="00CC7C9A" w:rsidP="00CC7C9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Attrezzo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</w:t>
            </w:r>
            <w:r>
              <w:rPr>
                <w:rFonts w:ascii="Poppins" w:hAnsi="Poppins" w:cs="Poppins"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rete </w:t>
            </w:r>
          </w:p>
        </w:tc>
        <w:tc>
          <w:tcPr>
            <w:tcW w:w="6101" w:type="dxa"/>
          </w:tcPr>
          <w:p w14:paraId="4A0F72CF" w14:textId="77777777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Attrezzo fissa clip rete che consente il fissaggio delle clip a rete dalla posizione eretta, senza sforzi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DB44F55" w14:textId="77777777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E759EB" w14:textId="19544B72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Attrezzo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3FEB9214" w14:textId="77777777" w:rsidTr="00F12594">
        <w:tc>
          <w:tcPr>
            <w:tcW w:w="1311" w:type="dxa"/>
          </w:tcPr>
          <w:p w14:paraId="72D2554C" w14:textId="24BF6F7D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4458</w:t>
            </w:r>
          </w:p>
        </w:tc>
        <w:tc>
          <w:tcPr>
            <w:tcW w:w="2086" w:type="dxa"/>
          </w:tcPr>
          <w:p w14:paraId="0A1F32FB" w14:textId="5F24E38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filo 3 mm</w:t>
            </w:r>
          </w:p>
        </w:tc>
        <w:tc>
          <w:tcPr>
            <w:tcW w:w="6101" w:type="dxa"/>
          </w:tcPr>
          <w:p w14:paraId="25399912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per il fissaggio del tubo al pannello radiante. Da fissare con l’apposito attrezzo automatico fissa clip rete.</w:t>
            </w:r>
          </w:p>
          <w:p w14:paraId="2DB21803" w14:textId="6808F4A5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09A073D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50081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2D52AAB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F39016" w14:textId="576B8126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2B2E85FE" w14:textId="77777777" w:rsidTr="00F12594">
        <w:tc>
          <w:tcPr>
            <w:tcW w:w="1311" w:type="dxa"/>
            <w:hideMark/>
          </w:tcPr>
          <w:p w14:paraId="4CBCE985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28130720</w:t>
            </w:r>
          </w:p>
        </w:tc>
        <w:tc>
          <w:tcPr>
            <w:tcW w:w="2086" w:type="dxa"/>
            <w:hideMark/>
          </w:tcPr>
          <w:p w14:paraId="06576511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</w:t>
            </w:r>
          </w:p>
        </w:tc>
        <w:tc>
          <w:tcPr>
            <w:tcW w:w="6101" w:type="dxa"/>
          </w:tcPr>
          <w:p w14:paraId="61CCF72B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manuale per il fissaggio del tubo al pannello radiante.</w:t>
            </w:r>
          </w:p>
          <w:p w14:paraId="0F331D17" w14:textId="343874ED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</w:t>
            </w:r>
            <w:r w:rsidR="008A6B22">
              <w:rPr>
                <w:rFonts w:ascii="Poppins" w:hAnsi="Poppins" w:cs="Poppins"/>
                <w:sz w:val="20"/>
              </w:rPr>
              <w:t>a</w:t>
            </w:r>
            <w:r w:rsidRPr="00F12594">
              <w:rPr>
                <w:rFonts w:ascii="Poppins" w:hAnsi="Poppins" w:cs="Poppins"/>
                <w:sz w:val="20"/>
              </w:rPr>
              <w:t>.</w:t>
            </w:r>
          </w:p>
          <w:p w14:paraId="495C714A" w14:textId="77777777" w:rsidR="008A6B22" w:rsidRPr="00F12594" w:rsidRDefault="008A6B2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EFC77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27C4A881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Tubo: Ø 16 ÷17 mm</w:t>
            </w:r>
          </w:p>
          <w:p w14:paraId="3E81292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142078" w14:textId="37004AC1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4488" w14:paraId="51E8E5C1" w14:textId="77777777" w:rsidTr="00F12594">
        <w:tc>
          <w:tcPr>
            <w:tcW w:w="1311" w:type="dxa"/>
          </w:tcPr>
          <w:p w14:paraId="15B45F66" w14:textId="5681EC90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28130074</w:t>
            </w:r>
          </w:p>
        </w:tc>
        <w:tc>
          <w:tcPr>
            <w:tcW w:w="2086" w:type="dxa"/>
          </w:tcPr>
          <w:p w14:paraId="515D2BCD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E6628FE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03F8A17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10A16AE7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43BC885F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B8ECB87" w14:textId="3AF199E1" w:rsidR="006D4488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 w:rsidR="00353BEA">
              <w:rPr>
                <w:rFonts w:ascii="Poppins" w:hAnsi="Poppins" w:cs="Poppins"/>
                <w:sz w:val="20"/>
              </w:rPr>
              <w:t>.</w:t>
            </w:r>
          </w:p>
          <w:p w14:paraId="0E73FE75" w14:textId="77777777" w:rsidR="00353BEA" w:rsidRPr="00F12594" w:rsidRDefault="00353BE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22C8F1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6183A9A7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13105F49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76243168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C886D2" w14:textId="65886455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4488" w14:paraId="42638471" w14:textId="77777777" w:rsidTr="00F12594">
        <w:tc>
          <w:tcPr>
            <w:tcW w:w="1311" w:type="dxa"/>
          </w:tcPr>
          <w:p w14:paraId="31B6784A" w14:textId="3C7DECF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45F8A2A3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E84180F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C9BF747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666A3422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135EF849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403187D3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D67CCA1" w14:textId="70B19525" w:rsidR="006D4488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 w:rsidR="00353BEA">
              <w:rPr>
                <w:rFonts w:ascii="Poppins" w:hAnsi="Poppins" w:cs="Poppins"/>
                <w:sz w:val="20"/>
              </w:rPr>
              <w:t>.</w:t>
            </w:r>
          </w:p>
          <w:p w14:paraId="7D3517C6" w14:textId="77777777" w:rsidR="00353BEA" w:rsidRPr="00F12594" w:rsidRDefault="00353BE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221A99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01633ED2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576DAC98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258326CD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34746E" w14:textId="337454C6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4D4059FB" w14:textId="77777777" w:rsidTr="00F12594">
        <w:tc>
          <w:tcPr>
            <w:tcW w:w="1311" w:type="dxa"/>
            <w:hideMark/>
          </w:tcPr>
          <w:p w14:paraId="6E617AD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28130756</w:t>
            </w:r>
          </w:p>
        </w:tc>
        <w:tc>
          <w:tcPr>
            <w:tcW w:w="2086" w:type="dxa"/>
            <w:hideMark/>
          </w:tcPr>
          <w:p w14:paraId="2CB1BF1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39FD292E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16-17</w:t>
            </w:r>
          </w:p>
        </w:tc>
        <w:tc>
          <w:tcPr>
            <w:tcW w:w="6101" w:type="dxa"/>
          </w:tcPr>
          <w:p w14:paraId="0F35E08C" w14:textId="77777777" w:rsidR="000B0212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16 e 17 mm.</w:t>
            </w:r>
          </w:p>
          <w:p w14:paraId="4021904B" w14:textId="4D63F835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5 cm.</w:t>
            </w:r>
          </w:p>
          <w:p w14:paraId="2813CCF3" w14:textId="77777777" w:rsidR="000B0212" w:rsidRPr="00F12594" w:rsidRDefault="000B021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A96B21" w14:textId="5B64334D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28 x 40 mm</w:t>
            </w:r>
          </w:p>
          <w:p w14:paraId="187FC1AF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36113D" w14:textId="3B6BF6B0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Guida per ancoraggio tubi Ø 16-17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5C53FC82" w14:textId="77777777" w:rsidTr="00F12594">
        <w:tc>
          <w:tcPr>
            <w:tcW w:w="1311" w:type="dxa"/>
            <w:hideMark/>
          </w:tcPr>
          <w:p w14:paraId="38C8BFBC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28130725</w:t>
            </w:r>
          </w:p>
        </w:tc>
        <w:tc>
          <w:tcPr>
            <w:tcW w:w="2086" w:type="dxa"/>
            <w:hideMark/>
          </w:tcPr>
          <w:p w14:paraId="08706911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5B7B5584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1CC9C8A9" w14:textId="4A94B63B" w:rsidR="00976421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</w:t>
            </w:r>
            <w:r w:rsidR="006F2718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,</w:t>
            </w:r>
            <w:r w:rsidR="006F2718"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258C8677" w14:textId="532DBD73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45E9BBC0" w14:textId="77777777" w:rsidR="00976421" w:rsidRPr="00F12594" w:rsidRDefault="00976421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0F5115" w14:textId="4C363AC4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35A661E7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06BB80" w14:textId="31148109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6ED3AA30" w14:textId="77777777" w:rsidTr="00F12594">
        <w:tc>
          <w:tcPr>
            <w:tcW w:w="1311" w:type="dxa"/>
            <w:hideMark/>
          </w:tcPr>
          <w:p w14:paraId="1D0AED5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28130740</w:t>
            </w:r>
          </w:p>
        </w:tc>
        <w:tc>
          <w:tcPr>
            <w:tcW w:w="2086" w:type="dxa"/>
            <w:hideMark/>
          </w:tcPr>
          <w:p w14:paraId="474085A3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con base adesiva per ancoraggio tubi </w:t>
            </w:r>
          </w:p>
          <w:p w14:paraId="1153A64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6364C35E" w14:textId="716B4512" w:rsidR="00C17C28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con base adesiva per ancoraggio dei tubi con diametro da 17,</w:t>
            </w:r>
            <w:r w:rsidR="008A6A30"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511F4A2F" w14:textId="19A17DD3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58A9E22D" w14:textId="77777777" w:rsidR="00C17C28" w:rsidRPr="00F12594" w:rsidRDefault="00C17C2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6DDD18" w14:textId="3F7B144C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69C7AA6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E0EC3D" w14:textId="7472A73D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con base adesiva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40FD8F7F" w14:textId="77777777" w:rsidTr="00F12594">
        <w:tc>
          <w:tcPr>
            <w:tcW w:w="1311" w:type="dxa"/>
            <w:hideMark/>
          </w:tcPr>
          <w:p w14:paraId="4934DEF6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28130048</w:t>
            </w:r>
          </w:p>
        </w:tc>
        <w:tc>
          <w:tcPr>
            <w:tcW w:w="2086" w:type="dxa"/>
            <w:hideMark/>
          </w:tcPr>
          <w:p w14:paraId="0C5A5006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7FBCA2AF" w14:textId="196EE73A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 w:rsidR="000E4F67">
              <w:rPr>
                <w:rFonts w:ascii="Poppins" w:hAnsi="Poppins" w:cs="Poppins"/>
                <w:sz w:val="20"/>
              </w:rPr>
              <w:t>.</w:t>
            </w:r>
          </w:p>
          <w:p w14:paraId="05174B72" w14:textId="77777777" w:rsidR="000E4F67" w:rsidRPr="00F12594" w:rsidRDefault="000E4F67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BA0FB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36FA520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C2988E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075AC6F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D64DFB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E81F18" w14:textId="68636DCE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02402" w14:paraId="09CB091A" w14:textId="77777777" w:rsidTr="00F12594">
        <w:tc>
          <w:tcPr>
            <w:tcW w:w="1311" w:type="dxa"/>
            <w:hideMark/>
          </w:tcPr>
          <w:p w14:paraId="229B73AA" w14:textId="6D93A1C4" w:rsidR="00702402" w:rsidRPr="00F12594" w:rsidRDefault="00702402" w:rsidP="0070240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  <w:hideMark/>
          </w:tcPr>
          <w:p w14:paraId="40B0FAE7" w14:textId="69FC8C8B" w:rsidR="00702402" w:rsidRPr="00F12594" w:rsidRDefault="00702402" w:rsidP="0070240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16EF1E79" w14:textId="77777777" w:rsidR="00702402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6E70D5BB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79C45599" w14:textId="77777777" w:rsidR="00702402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7C14D9B8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F173E2" w14:textId="38E0D20C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37F791AC" w14:textId="769BCC54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2F9C54E4" w14:textId="5DCB0BDE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B718DC4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15437E" w14:textId="6E5850FF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09105E0E" w14:textId="77777777" w:rsidTr="00F12594">
        <w:tc>
          <w:tcPr>
            <w:tcW w:w="1311" w:type="dxa"/>
            <w:hideMark/>
          </w:tcPr>
          <w:p w14:paraId="4D28D32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  <w:hideMark/>
          </w:tcPr>
          <w:p w14:paraId="32388B08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3E3A76EA" w14:textId="6D098E0E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 w:rsidR="00980E88">
              <w:rPr>
                <w:rFonts w:ascii="Poppins" w:hAnsi="Poppins" w:cs="Poppins"/>
                <w:sz w:val="20"/>
              </w:rPr>
              <w:t>.</w:t>
            </w:r>
          </w:p>
          <w:p w14:paraId="7E945FD5" w14:textId="77777777" w:rsidR="00980E88" w:rsidRPr="00F12594" w:rsidRDefault="00980E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F0D402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29024B3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0D15F6" w14:textId="03E1E888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39C39629" w14:textId="77777777" w:rsidTr="00F12594">
        <w:tc>
          <w:tcPr>
            <w:tcW w:w="1311" w:type="dxa"/>
          </w:tcPr>
          <w:p w14:paraId="12979794" w14:textId="3273D49F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5C9ED5DE" w14:textId="13241A63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="0014508B">
              <w:rPr>
                <w:rFonts w:ascii="Poppins" w:hAnsi="Poppins" w:cs="Poppins"/>
                <w:sz w:val="20"/>
              </w:rPr>
              <w:t xml:space="preserve">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1913B8E2" w14:textId="32A95E27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05376736" w14:textId="77777777" w:rsidR="00DF51FD" w:rsidRPr="00F12594" w:rsidRDefault="00DF51FD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A8745E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6D8511D0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7F7BF7" w14:textId="4D1F8CC5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6A91F683" w14:textId="77777777" w:rsidTr="00F12594">
        <w:tc>
          <w:tcPr>
            <w:tcW w:w="1311" w:type="dxa"/>
            <w:hideMark/>
          </w:tcPr>
          <w:p w14:paraId="7E07F8ED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  <w:hideMark/>
          </w:tcPr>
          <w:p w14:paraId="12E588D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4F7372A1" w14:textId="70A704EB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1B016647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1FBD78D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D117FC" w14:textId="12C3F38A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15EE8" w14:paraId="1BE4F517" w14:textId="77777777" w:rsidTr="00F12594">
        <w:tc>
          <w:tcPr>
            <w:tcW w:w="1311" w:type="dxa"/>
          </w:tcPr>
          <w:p w14:paraId="05EE37B9" w14:textId="54FA687A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28130760</w:t>
            </w:r>
          </w:p>
        </w:tc>
        <w:tc>
          <w:tcPr>
            <w:tcW w:w="2086" w:type="dxa"/>
          </w:tcPr>
          <w:p w14:paraId="224A9FC6" w14:textId="77777777" w:rsidR="00515EE8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EDC6463" w14:textId="539BFD20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5FA496B3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48362CF7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6167D4B3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57B01D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2A0C479D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03FBF1" w14:textId="34242E46" w:rsidR="00515EE8" w:rsidRPr="00515EE8" w:rsidRDefault="00515EE8" w:rsidP="00515EE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515EE8" w14:paraId="44724CE6" w14:textId="77777777" w:rsidTr="00F12594">
        <w:tc>
          <w:tcPr>
            <w:tcW w:w="1311" w:type="dxa"/>
          </w:tcPr>
          <w:p w14:paraId="3BD983D5" w14:textId="4E7AF239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45D33BB" w14:textId="77777777" w:rsidR="00515EE8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22A34BBC" w14:textId="70E961E3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A4CC42C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E0EABF8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D3E77" w14:textId="33E816B8" w:rsidR="00515EE8" w:rsidRPr="00515EE8" w:rsidRDefault="00515EE8" w:rsidP="00515EE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EB15EF" w14:paraId="184D0471" w14:textId="77777777" w:rsidTr="00F12594">
        <w:tc>
          <w:tcPr>
            <w:tcW w:w="1311" w:type="dxa"/>
            <w:hideMark/>
          </w:tcPr>
          <w:p w14:paraId="7CAAE2DE" w14:textId="2166F1FA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  <w:hideMark/>
          </w:tcPr>
          <w:p w14:paraId="42CE5256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00399878" w14:textId="7B0EA13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 w:rsidR="00E36A55"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C9AE44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351400" w14:textId="1DD43B61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DB01E9E" w14:textId="77777777" w:rsidR="00931A8A" w:rsidRPr="00A06A5E" w:rsidRDefault="00931A8A" w:rsidP="003208E7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8CD2F" w14:textId="77777777" w:rsidR="00B65C1E" w:rsidRDefault="00B65C1E">
      <w:r>
        <w:separator/>
      </w:r>
    </w:p>
  </w:endnote>
  <w:endnote w:type="continuationSeparator" w:id="0">
    <w:p w14:paraId="2627FA8A" w14:textId="77777777" w:rsidR="00B65C1E" w:rsidRDefault="00B6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58C5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719B7E9" w14:textId="77777777" w:rsidTr="004706FD">
      <w:tc>
        <w:tcPr>
          <w:tcW w:w="4534" w:type="dxa"/>
        </w:tcPr>
        <w:p w14:paraId="56FF46B2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273D85">
            <w:rPr>
              <w:rFonts w:ascii="Poppins" w:hAnsi="Poppins" w:cs="Poppins"/>
              <w:iCs/>
              <w:noProof/>
              <w:sz w:val="16"/>
            </w:rPr>
            <w:t>Emmeti Floor - Accessori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47FF4C" w14:textId="2FE0E4F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15EE8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0B1536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6E2B9CE" wp14:editId="02FEF4A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9AD5" w14:textId="77777777" w:rsidR="00B65C1E" w:rsidRDefault="00B65C1E">
      <w:r>
        <w:separator/>
      </w:r>
    </w:p>
  </w:footnote>
  <w:footnote w:type="continuationSeparator" w:id="0">
    <w:p w14:paraId="4C6DDB6F" w14:textId="77777777" w:rsidR="00B65C1E" w:rsidRDefault="00B6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606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3BBAF09" wp14:editId="4236AEF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754C87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A9BE7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59736">
    <w:abstractNumId w:val="11"/>
  </w:num>
  <w:num w:numId="2" w16cid:durableId="1710953350">
    <w:abstractNumId w:val="10"/>
  </w:num>
  <w:num w:numId="3" w16cid:durableId="1151602883">
    <w:abstractNumId w:val="4"/>
  </w:num>
  <w:num w:numId="4" w16cid:durableId="1143501989">
    <w:abstractNumId w:val="3"/>
  </w:num>
  <w:num w:numId="5" w16cid:durableId="285083883">
    <w:abstractNumId w:val="8"/>
  </w:num>
  <w:num w:numId="6" w16cid:durableId="270741800">
    <w:abstractNumId w:val="7"/>
  </w:num>
  <w:num w:numId="7" w16cid:durableId="728770103">
    <w:abstractNumId w:val="5"/>
  </w:num>
  <w:num w:numId="8" w16cid:durableId="1501235118">
    <w:abstractNumId w:val="7"/>
  </w:num>
  <w:num w:numId="9" w16cid:durableId="673916794">
    <w:abstractNumId w:val="0"/>
  </w:num>
  <w:num w:numId="10" w16cid:durableId="1008682013">
    <w:abstractNumId w:val="7"/>
  </w:num>
  <w:num w:numId="11" w16cid:durableId="1378119856">
    <w:abstractNumId w:val="15"/>
  </w:num>
  <w:num w:numId="12" w16cid:durableId="755788468">
    <w:abstractNumId w:val="18"/>
  </w:num>
  <w:num w:numId="13" w16cid:durableId="1636791777">
    <w:abstractNumId w:val="14"/>
  </w:num>
  <w:num w:numId="14" w16cid:durableId="141505212">
    <w:abstractNumId w:val="6"/>
  </w:num>
  <w:num w:numId="15" w16cid:durableId="265160112">
    <w:abstractNumId w:val="16"/>
  </w:num>
  <w:num w:numId="16" w16cid:durableId="775369347">
    <w:abstractNumId w:val="19"/>
  </w:num>
  <w:num w:numId="17" w16cid:durableId="37515462">
    <w:abstractNumId w:val="20"/>
  </w:num>
  <w:num w:numId="18" w16cid:durableId="981232097">
    <w:abstractNumId w:val="17"/>
  </w:num>
  <w:num w:numId="19" w16cid:durableId="1995721428">
    <w:abstractNumId w:val="1"/>
  </w:num>
  <w:num w:numId="20" w16cid:durableId="1919484673">
    <w:abstractNumId w:val="2"/>
  </w:num>
  <w:num w:numId="21" w16cid:durableId="1783911974">
    <w:abstractNumId w:val="9"/>
  </w:num>
  <w:num w:numId="22" w16cid:durableId="1255240492">
    <w:abstractNumId w:val="21"/>
  </w:num>
  <w:num w:numId="23" w16cid:durableId="1904754734">
    <w:abstractNumId w:val="13"/>
  </w:num>
  <w:num w:numId="24" w16cid:durableId="18989760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31C1"/>
    <w:rsid w:val="000402A4"/>
    <w:rsid w:val="00050D07"/>
    <w:rsid w:val="0005337D"/>
    <w:rsid w:val="0009136B"/>
    <w:rsid w:val="000B0212"/>
    <w:rsid w:val="000B6932"/>
    <w:rsid w:val="000C0CBC"/>
    <w:rsid w:val="000C52FA"/>
    <w:rsid w:val="000E4F67"/>
    <w:rsid w:val="000F7A52"/>
    <w:rsid w:val="00103A0D"/>
    <w:rsid w:val="00140190"/>
    <w:rsid w:val="001441C6"/>
    <w:rsid w:val="0014508B"/>
    <w:rsid w:val="001450AB"/>
    <w:rsid w:val="001620E3"/>
    <w:rsid w:val="00171DAE"/>
    <w:rsid w:val="00195A49"/>
    <w:rsid w:val="001C04DF"/>
    <w:rsid w:val="001D365F"/>
    <w:rsid w:val="001F782F"/>
    <w:rsid w:val="0023000E"/>
    <w:rsid w:val="002346C2"/>
    <w:rsid w:val="00264BCF"/>
    <w:rsid w:val="00265BF1"/>
    <w:rsid w:val="00273D85"/>
    <w:rsid w:val="0028448D"/>
    <w:rsid w:val="002862D2"/>
    <w:rsid w:val="002B5D63"/>
    <w:rsid w:val="002C4BF8"/>
    <w:rsid w:val="002F7EEA"/>
    <w:rsid w:val="00304518"/>
    <w:rsid w:val="003208E7"/>
    <w:rsid w:val="00326E88"/>
    <w:rsid w:val="003333BC"/>
    <w:rsid w:val="00344430"/>
    <w:rsid w:val="00350660"/>
    <w:rsid w:val="003524C7"/>
    <w:rsid w:val="00353BEA"/>
    <w:rsid w:val="00357812"/>
    <w:rsid w:val="00365710"/>
    <w:rsid w:val="00372ECE"/>
    <w:rsid w:val="00395A59"/>
    <w:rsid w:val="004272FC"/>
    <w:rsid w:val="00433C12"/>
    <w:rsid w:val="0044592F"/>
    <w:rsid w:val="00447EFC"/>
    <w:rsid w:val="004706FD"/>
    <w:rsid w:val="00474537"/>
    <w:rsid w:val="0048382E"/>
    <w:rsid w:val="004F1A26"/>
    <w:rsid w:val="00515EE8"/>
    <w:rsid w:val="005235FA"/>
    <w:rsid w:val="00525BAE"/>
    <w:rsid w:val="00530F9B"/>
    <w:rsid w:val="005315F1"/>
    <w:rsid w:val="00536743"/>
    <w:rsid w:val="00562E55"/>
    <w:rsid w:val="00584984"/>
    <w:rsid w:val="00592B94"/>
    <w:rsid w:val="005C61B9"/>
    <w:rsid w:val="005E1169"/>
    <w:rsid w:val="0060010A"/>
    <w:rsid w:val="006015C2"/>
    <w:rsid w:val="006040F5"/>
    <w:rsid w:val="00610639"/>
    <w:rsid w:val="00620C00"/>
    <w:rsid w:val="00630838"/>
    <w:rsid w:val="0063754B"/>
    <w:rsid w:val="00664941"/>
    <w:rsid w:val="00665813"/>
    <w:rsid w:val="0067548F"/>
    <w:rsid w:val="006B218C"/>
    <w:rsid w:val="006B29B1"/>
    <w:rsid w:val="006B41B6"/>
    <w:rsid w:val="006B530D"/>
    <w:rsid w:val="006C14CB"/>
    <w:rsid w:val="006D044B"/>
    <w:rsid w:val="006D4488"/>
    <w:rsid w:val="006D4FDF"/>
    <w:rsid w:val="006E5C4B"/>
    <w:rsid w:val="006F1812"/>
    <w:rsid w:val="006F2718"/>
    <w:rsid w:val="006F3C25"/>
    <w:rsid w:val="006F6AB3"/>
    <w:rsid w:val="00702402"/>
    <w:rsid w:val="00710BB8"/>
    <w:rsid w:val="00727388"/>
    <w:rsid w:val="0073789C"/>
    <w:rsid w:val="00745AB1"/>
    <w:rsid w:val="0074712F"/>
    <w:rsid w:val="00757AC7"/>
    <w:rsid w:val="007647BF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37FC4"/>
    <w:rsid w:val="00844BBC"/>
    <w:rsid w:val="00846C85"/>
    <w:rsid w:val="008574C8"/>
    <w:rsid w:val="00867692"/>
    <w:rsid w:val="008804CB"/>
    <w:rsid w:val="008A2C0A"/>
    <w:rsid w:val="008A6A30"/>
    <w:rsid w:val="008A6B22"/>
    <w:rsid w:val="008B5587"/>
    <w:rsid w:val="008C2F88"/>
    <w:rsid w:val="00904071"/>
    <w:rsid w:val="009059BB"/>
    <w:rsid w:val="00923354"/>
    <w:rsid w:val="00931A8A"/>
    <w:rsid w:val="0094047C"/>
    <w:rsid w:val="00942B09"/>
    <w:rsid w:val="00976421"/>
    <w:rsid w:val="00980E8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9349F"/>
    <w:rsid w:val="00A94CA4"/>
    <w:rsid w:val="00AC0741"/>
    <w:rsid w:val="00AD05EC"/>
    <w:rsid w:val="00AD1706"/>
    <w:rsid w:val="00B406A9"/>
    <w:rsid w:val="00B65C1E"/>
    <w:rsid w:val="00B7475F"/>
    <w:rsid w:val="00B93CD1"/>
    <w:rsid w:val="00BA5908"/>
    <w:rsid w:val="00BB0104"/>
    <w:rsid w:val="00BB2A5B"/>
    <w:rsid w:val="00BD14D8"/>
    <w:rsid w:val="00BF1E16"/>
    <w:rsid w:val="00C02E1C"/>
    <w:rsid w:val="00C055AD"/>
    <w:rsid w:val="00C17C28"/>
    <w:rsid w:val="00C203AE"/>
    <w:rsid w:val="00C233C1"/>
    <w:rsid w:val="00C25698"/>
    <w:rsid w:val="00C27DFF"/>
    <w:rsid w:val="00C36C55"/>
    <w:rsid w:val="00C437EE"/>
    <w:rsid w:val="00C46132"/>
    <w:rsid w:val="00C55FF9"/>
    <w:rsid w:val="00C86331"/>
    <w:rsid w:val="00C8658A"/>
    <w:rsid w:val="00C93402"/>
    <w:rsid w:val="00CB1475"/>
    <w:rsid w:val="00CC31A7"/>
    <w:rsid w:val="00CC7C9A"/>
    <w:rsid w:val="00CE7C2F"/>
    <w:rsid w:val="00D03247"/>
    <w:rsid w:val="00D061A5"/>
    <w:rsid w:val="00D178ED"/>
    <w:rsid w:val="00D17F30"/>
    <w:rsid w:val="00D2119B"/>
    <w:rsid w:val="00D229AF"/>
    <w:rsid w:val="00D26FD9"/>
    <w:rsid w:val="00D440AE"/>
    <w:rsid w:val="00D62BDF"/>
    <w:rsid w:val="00D77F54"/>
    <w:rsid w:val="00D832BB"/>
    <w:rsid w:val="00D902A4"/>
    <w:rsid w:val="00DA3646"/>
    <w:rsid w:val="00DA47EC"/>
    <w:rsid w:val="00DB7820"/>
    <w:rsid w:val="00DD2E16"/>
    <w:rsid w:val="00DE5C0B"/>
    <w:rsid w:val="00DF51FD"/>
    <w:rsid w:val="00E0309F"/>
    <w:rsid w:val="00E0681B"/>
    <w:rsid w:val="00E07577"/>
    <w:rsid w:val="00E17A38"/>
    <w:rsid w:val="00E36A55"/>
    <w:rsid w:val="00E36C49"/>
    <w:rsid w:val="00E42389"/>
    <w:rsid w:val="00E5632D"/>
    <w:rsid w:val="00E6695B"/>
    <w:rsid w:val="00E94BE3"/>
    <w:rsid w:val="00EA01C8"/>
    <w:rsid w:val="00EB15EF"/>
    <w:rsid w:val="00EB33B9"/>
    <w:rsid w:val="00EC29FF"/>
    <w:rsid w:val="00ED15F7"/>
    <w:rsid w:val="00ED24CF"/>
    <w:rsid w:val="00EE63B9"/>
    <w:rsid w:val="00EF73E5"/>
    <w:rsid w:val="00F12594"/>
    <w:rsid w:val="00F42503"/>
    <w:rsid w:val="00F50F65"/>
    <w:rsid w:val="00F53758"/>
    <w:rsid w:val="00F60A08"/>
    <w:rsid w:val="00F85508"/>
    <w:rsid w:val="00FA0E1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1D5A8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C606-E4D9-4615-BFAA-701CC691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1415</Words>
  <Characters>7799</Characters>
  <Application>Microsoft Office Word</Application>
  <DocSecurity>4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9196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2025-01-14T13:16:00Z</dcterms:created>
  <dcterms:modified xsi:type="dcterms:W3CDTF">2025-01-14T13:16:00Z</dcterms:modified>
</cp:coreProperties>
</file>